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6F4FD5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FA1CD7">
        <w:rPr>
          <w:b/>
          <w:color w:val="FF5200" w:themeColor="accent2"/>
          <w:sz w:val="36"/>
          <w:szCs w:val="36"/>
        </w:rPr>
        <w:t>názvem „</w:t>
      </w:r>
      <w:r w:rsidR="00FA1CD7" w:rsidRPr="00FA1CD7">
        <w:rPr>
          <w:b/>
          <w:color w:val="FF5200" w:themeColor="accent2"/>
          <w:sz w:val="36"/>
          <w:szCs w:val="36"/>
        </w:rPr>
        <w:t xml:space="preserve">Rámcová dohoda na dodávky speciálních přenosných a stolních </w:t>
      </w:r>
      <w:r w:rsidR="00FA1CD7" w:rsidRPr="00BB212B">
        <w:rPr>
          <w:b/>
          <w:color w:val="FF5200" w:themeColor="accent2"/>
          <w:sz w:val="36"/>
          <w:szCs w:val="36"/>
        </w:rPr>
        <w:t>počítačů</w:t>
      </w:r>
      <w:r w:rsidR="0031280B" w:rsidRPr="00BB212B">
        <w:rPr>
          <w:b/>
          <w:color w:val="FF5200" w:themeColor="accent2"/>
          <w:sz w:val="36"/>
          <w:szCs w:val="36"/>
        </w:rPr>
        <w:t>“</w:t>
      </w:r>
      <w:r w:rsidR="000128D4" w:rsidRPr="00BB212B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BB212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BB212B" w:rsidRPr="00BB212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58624/2025-SŽ-GŘ-O25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092AEF9" w14:textId="617EFF8B" w:rsidR="00D05F5D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0368457" w:history="1">
            <w:r w:rsidR="00D05F5D" w:rsidRPr="00A949B2">
              <w:rPr>
                <w:rStyle w:val="Hypertextovodkaz"/>
                <w:noProof/>
              </w:rPr>
              <w:t>Kapitola 1.</w:t>
            </w:r>
            <w:r w:rsidR="00D05F5D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05F5D" w:rsidRPr="00A949B2">
              <w:rPr>
                <w:rStyle w:val="Hypertextovodkaz"/>
                <w:noProof/>
              </w:rPr>
              <w:t>Základní údaje k nabídce</w:t>
            </w:r>
            <w:r w:rsidR="00D05F5D">
              <w:rPr>
                <w:noProof/>
                <w:webHidden/>
              </w:rPr>
              <w:tab/>
            </w:r>
            <w:r w:rsidR="00D05F5D">
              <w:rPr>
                <w:noProof/>
                <w:webHidden/>
              </w:rPr>
              <w:fldChar w:fldCharType="begin"/>
            </w:r>
            <w:r w:rsidR="00D05F5D">
              <w:rPr>
                <w:noProof/>
                <w:webHidden/>
              </w:rPr>
              <w:instrText xml:space="preserve"> PAGEREF _Toc200368457 \h </w:instrText>
            </w:r>
            <w:r w:rsidR="00D05F5D">
              <w:rPr>
                <w:noProof/>
                <w:webHidden/>
              </w:rPr>
            </w:r>
            <w:r w:rsidR="00D05F5D">
              <w:rPr>
                <w:noProof/>
                <w:webHidden/>
              </w:rPr>
              <w:fldChar w:fldCharType="separate"/>
            </w:r>
            <w:r w:rsidR="00BB212B">
              <w:rPr>
                <w:noProof/>
                <w:webHidden/>
              </w:rPr>
              <w:t>2</w:t>
            </w:r>
            <w:r w:rsidR="00D05F5D">
              <w:rPr>
                <w:noProof/>
                <w:webHidden/>
              </w:rPr>
              <w:fldChar w:fldCharType="end"/>
            </w:r>
          </w:hyperlink>
        </w:p>
        <w:p w14:paraId="564F6684" w14:textId="7A145AEE" w:rsidR="00D05F5D" w:rsidRDefault="00D05F5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0368458" w:history="1">
            <w:r w:rsidRPr="00A949B2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949B2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_Toc200368458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212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1CAA8C" w14:textId="390CF3A5" w:rsidR="00D05F5D" w:rsidRDefault="00D05F5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0368459" w:history="1">
            <w:r w:rsidRPr="00A949B2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949B2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_Toc200368459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212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C79978" w14:textId="31469293" w:rsidR="00D05F5D" w:rsidRDefault="00D05F5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0368460" w:history="1">
            <w:r w:rsidRPr="00A949B2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949B2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_Toc200368460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212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577DEB" w14:textId="5946DEA1" w:rsidR="00D05F5D" w:rsidRDefault="00D05F5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0368461" w:history="1">
            <w:r w:rsidRPr="00A949B2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949B2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_Toc200368461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212B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86545E" w14:textId="039B6C42" w:rsidR="00D05F5D" w:rsidRDefault="00D05F5D" w:rsidP="00D05F5D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0368462" w:history="1">
            <w:r w:rsidRPr="00A949B2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949B2">
              <w:rPr>
                <w:rStyle w:val="Hypertextovodkaz"/>
                <w:noProof/>
              </w:rPr>
              <w:t>Čestné</w:t>
            </w:r>
            <w:r w:rsidRPr="00A949B2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_Toc200368462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212B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5F9C99" w14:textId="7344A909" w:rsidR="00D05F5D" w:rsidRDefault="00D05F5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0368463" w:history="1">
            <w:r w:rsidRPr="00A949B2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949B2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_Toc200368463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B212B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17077C9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0368457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07A0DA8A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</w:t>
      </w:r>
      <w:r w:rsidRPr="00FA1CD7">
        <w:t>zadávanou</w:t>
      </w:r>
      <w:r w:rsidR="004C76E9" w:rsidRPr="00FA1CD7">
        <w:t xml:space="preserve"> jako </w:t>
      </w:r>
      <w:r w:rsidR="000128D4" w:rsidRPr="00FA1CD7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B212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B212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00368458"/>
      <w:r>
        <w:lastRenderedPageBreak/>
        <w:t>Ceník</w:t>
      </w:r>
      <w:bookmarkEnd w:id="1"/>
    </w:p>
    <w:p w14:paraId="3E5E9B0F" w14:textId="6567E783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</w:t>
      </w:r>
      <w:r w:rsidRPr="00FA1CD7">
        <w:rPr>
          <w:rStyle w:val="Siln"/>
          <w:b w:val="0"/>
          <w:bCs w:val="0"/>
        </w:rPr>
        <w:t xml:space="preserve">vyplněna příloha č. </w:t>
      </w:r>
      <w:r w:rsidR="001E0266" w:rsidRPr="00FA1CD7">
        <w:rPr>
          <w:rStyle w:val="Siln"/>
          <w:b w:val="0"/>
          <w:bCs w:val="0"/>
        </w:rPr>
        <w:t>2</w:t>
      </w:r>
      <w:r w:rsidRPr="00FA1CD7">
        <w:rPr>
          <w:rStyle w:val="Siln"/>
          <w:b w:val="0"/>
          <w:bCs w:val="0"/>
        </w:rPr>
        <w:t xml:space="preserve"> </w:t>
      </w:r>
      <w:r w:rsidR="00012C75">
        <w:rPr>
          <w:rStyle w:val="Siln"/>
          <w:b w:val="0"/>
          <w:bCs w:val="0"/>
        </w:rPr>
        <w:t>(</w:t>
      </w:r>
      <w:r w:rsidR="00012C75">
        <w:rPr>
          <w:rStyle w:val="Siln"/>
          <w:b w:val="0"/>
          <w:bCs w:val="0"/>
          <w:i/>
          <w:iCs/>
        </w:rPr>
        <w:t>Cen</w:t>
      </w:r>
      <w:r w:rsidR="00137FFA">
        <w:rPr>
          <w:rStyle w:val="Siln"/>
          <w:b w:val="0"/>
          <w:bCs w:val="0"/>
          <w:i/>
          <w:iCs/>
        </w:rPr>
        <w:t>a Plnění</w:t>
      </w:r>
      <w:r w:rsidR="00012C75">
        <w:rPr>
          <w:rStyle w:val="Siln"/>
          <w:b w:val="0"/>
          <w:bCs w:val="0"/>
        </w:rPr>
        <w:t xml:space="preserve">) </w:t>
      </w:r>
      <w:r w:rsidRPr="00FA1CD7">
        <w:rPr>
          <w:rStyle w:val="Siln"/>
          <w:b w:val="0"/>
          <w:bCs w:val="0"/>
        </w:rPr>
        <w:t>Závazného vzoru smlouvy</w:t>
      </w:r>
      <w:r w:rsidR="00012C75">
        <w:rPr>
          <w:rStyle w:val="Siln"/>
          <w:b w:val="0"/>
          <w:bCs w:val="0"/>
        </w:rPr>
        <w:t>, který je přílohou č. 3</w:t>
      </w:r>
      <w:r w:rsidR="00FA1CD7">
        <w:rPr>
          <w:rStyle w:val="Siln"/>
          <w:b w:val="0"/>
          <w:bCs w:val="0"/>
          <w:i/>
          <w:iCs/>
        </w:rPr>
        <w:t xml:space="preserve"> </w:t>
      </w:r>
      <w:r w:rsidRPr="002072A0">
        <w:rPr>
          <w:rStyle w:val="Siln"/>
          <w:b w:val="0"/>
          <w:bCs w:val="0"/>
        </w:rPr>
        <w:t>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even" r:id="rId14"/>
          <w:headerReference w:type="default" r:id="rId15"/>
          <w:headerReference w:type="first" r:id="rId16"/>
          <w:footerReference w:type="first" r:id="rId17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036845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8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036846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0036846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036846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200368463"/>
      <w:r w:rsidRPr="00E85D44">
        <w:t>Čestné prohlášení o splnění technické kvalifikace</w:t>
      </w:r>
      <w:bookmarkEnd w:id="6"/>
    </w:p>
    <w:p w14:paraId="71002640" w14:textId="51A06F2E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E04189">
        <w:rPr>
          <w:lang w:eastAsia="cs-CZ"/>
        </w:rPr>
        <w:t>dodávky</w:t>
      </w:r>
      <w:r w:rsidR="00E85D44">
        <w:rPr>
          <w:lang w:eastAsia="cs-CZ"/>
        </w:rPr>
        <w:t xml:space="preserve"> definovan</w:t>
      </w:r>
      <w:r w:rsidR="00E04189">
        <w:rPr>
          <w:lang w:eastAsia="cs-CZ"/>
        </w:rPr>
        <w:t>é</w:t>
      </w:r>
      <w:r w:rsidR="00E85D44">
        <w:rPr>
          <w:lang w:eastAsia="cs-CZ"/>
        </w:rPr>
        <w:t xml:space="preserve"> v čl. </w:t>
      </w:r>
      <w:r w:rsidR="00E04189">
        <w:rPr>
          <w:lang w:eastAsia="cs-CZ"/>
        </w:rPr>
        <w:t>9.5.1.</w:t>
      </w:r>
      <w:r w:rsidR="00E85D44">
        <w:rPr>
          <w:lang w:eastAsia="cs-CZ"/>
        </w:rPr>
        <w:t xml:space="preserve"> </w:t>
      </w:r>
      <w:r w:rsidR="00B87D91">
        <w:rPr>
          <w:lang w:eastAsia="cs-CZ"/>
        </w:rPr>
        <w:t>V</w:t>
      </w:r>
      <w:r w:rsidR="00E85D44">
        <w:rPr>
          <w:lang w:eastAsia="cs-CZ"/>
        </w:rPr>
        <w:t>ýzvy k podání nabídky.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12D628B5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3CE457EF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00658A03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E04189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E04189">
              <w:rPr>
                <w:rStyle w:val="Siln"/>
                <w:b/>
                <w:bCs w:val="0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E0418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5007DCF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3B8F6" w14:textId="4146B12D" w:rsidR="00012C75" w:rsidRDefault="00012C7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36D93" w14:textId="05AC6260" w:rsidR="00012C75" w:rsidRDefault="00012C75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56BC022D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12C75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D7B73"/>
    <w:rsid w:val="000E23A7"/>
    <w:rsid w:val="000F7070"/>
    <w:rsid w:val="0010693F"/>
    <w:rsid w:val="00114472"/>
    <w:rsid w:val="00130210"/>
    <w:rsid w:val="00137FFA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5F56E0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84E4B"/>
    <w:rsid w:val="006A5570"/>
    <w:rsid w:val="006A689C"/>
    <w:rsid w:val="006B3D79"/>
    <w:rsid w:val="006C2F26"/>
    <w:rsid w:val="006D7AFE"/>
    <w:rsid w:val="006E0578"/>
    <w:rsid w:val="006E314D"/>
    <w:rsid w:val="006E5C6C"/>
    <w:rsid w:val="006E643F"/>
    <w:rsid w:val="006E73DC"/>
    <w:rsid w:val="006F6395"/>
    <w:rsid w:val="00700123"/>
    <w:rsid w:val="00700C6C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B212B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B3C67"/>
    <w:rsid w:val="00CD1FC4"/>
    <w:rsid w:val="00CF53B5"/>
    <w:rsid w:val="00D05F5D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DF6A4E"/>
    <w:rsid w:val="00E04189"/>
    <w:rsid w:val="00E308FE"/>
    <w:rsid w:val="00E30A0E"/>
    <w:rsid w:val="00E34137"/>
    <w:rsid w:val="00E34D19"/>
    <w:rsid w:val="00E36C4A"/>
    <w:rsid w:val="00E4572D"/>
    <w:rsid w:val="00E46950"/>
    <w:rsid w:val="00E46D17"/>
    <w:rsid w:val="00E6656A"/>
    <w:rsid w:val="00E666DF"/>
    <w:rsid w:val="00E85D44"/>
    <w:rsid w:val="00EA68D7"/>
    <w:rsid w:val="00EB104F"/>
    <w:rsid w:val="00EC6BB4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4B91"/>
    <w:rsid w:val="00F5558F"/>
    <w:rsid w:val="00F659EB"/>
    <w:rsid w:val="00F76E9F"/>
    <w:rsid w:val="00F81179"/>
    <w:rsid w:val="00F814D9"/>
    <w:rsid w:val="00F86BA6"/>
    <w:rsid w:val="00F92C76"/>
    <w:rsid w:val="00FA1CD7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yperlink" Target="https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0" ma:contentTypeDescription="Vytvoří nový dokument" ma:contentTypeScope="" ma:versionID="f0e3e9144c3cc3f0914f452a2e8784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B23CD0-0161-4432-BF52-EC9106AAF6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9</Pages>
  <Words>1244</Words>
  <Characters>7342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Kopecká Michaela, Bc.</cp:lastModifiedBy>
  <cp:revision>47</cp:revision>
  <cp:lastPrinted>2025-07-23T08:54:00Z</cp:lastPrinted>
  <dcterms:created xsi:type="dcterms:W3CDTF">2023-08-21T11:49:00Z</dcterms:created>
  <dcterms:modified xsi:type="dcterms:W3CDTF">2025-07-23T08:54:00Z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